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C9" w:rsidRDefault="00770F05" w:rsidP="00A53D31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67666</wp:posOffset>
                </wp:positionH>
                <wp:positionV relativeFrom="paragraph">
                  <wp:posOffset>142646</wp:posOffset>
                </wp:positionV>
                <wp:extent cx="3321100" cy="2062887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100" cy="2062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AAC" w:rsidRDefault="00E03732" w:rsidP="00852894">
                            <w:pPr>
                              <w:spacing w:before="120"/>
                              <w:ind w:left="113"/>
                            </w:pPr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140242A9" wp14:editId="35C3FAA7">
                                  <wp:extent cx="2539365" cy="358140"/>
                                  <wp:effectExtent l="0" t="0" r="0" b="3810"/>
                                  <wp:docPr id="8" name="Picture 8" descr="C:\Users\Keith Berry\Documents\Books In Shape\Logo for BIS\bis_colour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C:\Users\Keith Berry\Documents\Books In Shape\Logo for BIS\bis_colour_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9365" cy="358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F2AAC" w:rsidRPr="00D50D62" w:rsidRDefault="009F2AAC" w:rsidP="00D50D62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ind w:firstLine="284"/>
                              <w:rPr>
                                <w:rFonts w:ascii="Calibri" w:hAnsi="Calibri" w:cs="Calibri"/>
                                <w:kern w:val="0"/>
                                <w:sz w:val="12"/>
                                <w:szCs w:val="24"/>
                                <w:lang w:val="x-none" w:eastAsia="en-AU"/>
                              </w:rPr>
                            </w:pPr>
                            <w:r w:rsidRPr="00D50D62">
                              <w:rPr>
                                <w:rFonts w:ascii="Calibri" w:hAnsi="Calibri" w:cs="Calibri"/>
                                <w:sz w:val="12"/>
                              </w:rPr>
                              <w:t xml:space="preserve">ABN </w:t>
                            </w:r>
                            <w:r w:rsidRPr="00D50D62">
                              <w:rPr>
                                <w:rFonts w:ascii="Calibri" w:hAnsi="Calibri" w:cs="Calibri"/>
                                <w:kern w:val="0"/>
                                <w:sz w:val="12"/>
                                <w:szCs w:val="24"/>
                                <w:lang w:val="x-none" w:eastAsia="en-AU"/>
                              </w:rPr>
                              <w:t>44 291 245 793</w:t>
                            </w:r>
                          </w:p>
                          <w:p w:rsidR="009F2AAC" w:rsidRPr="009F2AAC" w:rsidRDefault="009F2AAC" w:rsidP="009F2AAC">
                            <w:pPr>
                              <w:ind w:firstLine="720"/>
                              <w:rPr>
                                <w:rFonts w:ascii="Calibri" w:hAnsi="Calibri" w:cs="Calibri"/>
                                <w:sz w:val="16"/>
                              </w:rPr>
                            </w:pPr>
                          </w:p>
                          <w:p w:rsidR="009F2AAC" w:rsidRPr="009F2AAC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22"/>
                              </w:rPr>
                            </w:pPr>
                            <w:r>
                              <w:tab/>
                            </w:r>
                            <w:r w:rsidRPr="009F2AAC">
                              <w:rPr>
                                <w:rFonts w:ascii="Calibri" w:hAnsi="Calibri" w:cs="Calibri"/>
                                <w:b/>
                                <w:sz w:val="22"/>
                              </w:rPr>
                              <w:t>Keith Berry</w:t>
                            </w:r>
                          </w:p>
                          <w:p w:rsidR="009F2AAC" w:rsidRPr="009F2AAC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</w:pPr>
                            <w:r w:rsidRPr="009F2AA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456CE"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  <w:t>B Comm</w:t>
                            </w:r>
                            <w:r w:rsidRPr="009F2AAC"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  <w:t xml:space="preserve"> MA PhD AIPA</w:t>
                            </w:r>
                          </w:p>
                          <w:p w:rsidR="009F2AAC" w:rsidRDefault="00E03732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  <w:tab/>
                              <w:t>Registered BAS agent</w:t>
                            </w:r>
                          </w:p>
                          <w:p w:rsidR="00E03732" w:rsidRPr="009F2AAC" w:rsidRDefault="00E03732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</w:pPr>
                          </w:p>
                          <w:p w:rsidR="009F2AAC" w:rsidRPr="00852894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  <w:r w:rsidRPr="009F2AAC"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  <w:tab/>
                            </w: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>33 Buena Vista Drive, Montmorency VIC 3094</w:t>
                            </w:r>
                          </w:p>
                          <w:p w:rsidR="009F2AAC" w:rsidRPr="00852894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ab/>
                            </w:r>
                            <w:r w:rsidRPr="00852894">
                              <w:rPr>
                                <w:rFonts w:ascii="Calibri" w:hAnsi="Calibri" w:cs="Calibri"/>
                                <w:b/>
                                <w:color w:val="auto"/>
                                <w:sz w:val="18"/>
                              </w:rPr>
                              <w:t>T</w:t>
                            </w: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 xml:space="preserve"> 03 9439 1584 </w:t>
                            </w:r>
                            <w:r w:rsidRPr="00852894">
                              <w:rPr>
                                <w:rFonts w:ascii="Calibri" w:hAnsi="Calibri" w:cs="Calibri"/>
                                <w:b/>
                                <w:color w:val="auto"/>
                                <w:sz w:val="18"/>
                              </w:rPr>
                              <w:t>M</w:t>
                            </w: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 xml:space="preserve"> 0400 898</w:t>
                            </w:r>
                            <w:bookmarkStart w:id="0" w:name="_GoBack"/>
                            <w:bookmarkEnd w:id="0"/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 xml:space="preserve"> 227</w:t>
                            </w:r>
                          </w:p>
                          <w:p w:rsidR="009F2AAC" w:rsidRPr="00852894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ab/>
                            </w:r>
                            <w:hyperlink r:id="rId6" w:history="1">
                              <w:r w:rsidR="00801E54" w:rsidRPr="00801E54">
                                <w:rPr>
                                  <w:rStyle w:val="Hyperlink"/>
                                  <w:rFonts w:ascii="Calibri" w:hAnsi="Calibri" w:cs="Calibri"/>
                                  <w:color w:val="auto"/>
                                  <w:sz w:val="18"/>
                                  <w:u w:val="none"/>
                                </w:rPr>
                                <w:t>keith@booksinshape.com</w:t>
                              </w:r>
                            </w:hyperlink>
                          </w:p>
                          <w:p w:rsidR="009F2AAC" w:rsidRPr="00852894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ab/>
                            </w:r>
                            <w:hyperlink r:id="rId7" w:history="1">
                              <w:r w:rsidRPr="00852894">
                                <w:rPr>
                                  <w:rStyle w:val="Hyperlink"/>
                                  <w:rFonts w:ascii="Calibri" w:hAnsi="Calibri" w:cs="Calibri"/>
                                  <w:color w:val="auto"/>
                                  <w:sz w:val="18"/>
                                  <w:u w:val="none"/>
                                </w:rPr>
                                <w:t>www.booksinshape.com</w:t>
                              </w:r>
                            </w:hyperlink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 xml:space="preserve"> </w:t>
                            </w:r>
                          </w:p>
                          <w:p w:rsidR="00E03732" w:rsidRPr="009F2AAC" w:rsidRDefault="00E03732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  <w:sz w:val="16"/>
                              </w:rPr>
                              <w:tab/>
                            </w:r>
                          </w:p>
                          <w:p w:rsidR="009F2AAC" w:rsidRPr="009F2AAC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6A6A6"/>
                                <w:sz w:val="18"/>
                              </w:rPr>
                            </w:pPr>
                            <w:r w:rsidRPr="009F2AAC"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  <w:tab/>
                            </w:r>
                          </w:p>
                          <w:p w:rsidR="009F2AAC" w:rsidRPr="009F2AAC" w:rsidRDefault="009F2AAC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35pt;margin-top:11.25pt;width:261.5pt;height:162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" stroked="f">
                <v:textbox>
                  <w:txbxContent>
                    <w:p w:rsidR="009F2AAC" w:rsidRDefault="00E03732" w:rsidP="00852894">
                      <w:pPr>
                        <w:spacing w:before="120"/>
                        <w:ind w:left="113"/>
                      </w:pPr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 wp14:anchorId="140242A9" wp14:editId="35C3FAA7">
                            <wp:extent cx="2539365" cy="358140"/>
                            <wp:effectExtent l="0" t="0" r="0" b="3810"/>
                            <wp:docPr id="8" name="Picture 8" descr="C:\Users\Keith Berry\Documents\Books In Shape\Logo for BIS\bis_colour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C:\Users\Keith Berry\Documents\Books In Shape\Logo for BIS\bis_colour_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9365" cy="358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F2AAC" w:rsidRPr="00D50D62" w:rsidRDefault="009F2AAC" w:rsidP="00D50D62">
                      <w:pPr>
                        <w:autoSpaceDE w:val="0"/>
                        <w:autoSpaceDN w:val="0"/>
                        <w:adjustRightInd w:val="0"/>
                        <w:snapToGrid w:val="0"/>
                        <w:ind w:firstLine="284"/>
                        <w:rPr>
                          <w:rFonts w:ascii="Calibri" w:hAnsi="Calibri" w:cs="Calibri"/>
                          <w:kern w:val="0"/>
                          <w:sz w:val="12"/>
                          <w:szCs w:val="24"/>
                          <w:lang w:val="x-none" w:eastAsia="en-AU"/>
                        </w:rPr>
                      </w:pPr>
                      <w:r w:rsidRPr="00D50D62">
                        <w:rPr>
                          <w:rFonts w:ascii="Calibri" w:hAnsi="Calibri" w:cs="Calibri"/>
                          <w:sz w:val="12"/>
                        </w:rPr>
                        <w:t xml:space="preserve">ABN </w:t>
                      </w:r>
                      <w:r w:rsidRPr="00D50D62">
                        <w:rPr>
                          <w:rFonts w:ascii="Calibri" w:hAnsi="Calibri" w:cs="Calibri"/>
                          <w:kern w:val="0"/>
                          <w:sz w:val="12"/>
                          <w:szCs w:val="24"/>
                          <w:lang w:val="x-none" w:eastAsia="en-AU"/>
                        </w:rPr>
                        <w:t>44 291 245 793</w:t>
                      </w:r>
                    </w:p>
                    <w:p w:rsidR="009F2AAC" w:rsidRPr="009F2AAC" w:rsidRDefault="009F2AAC" w:rsidP="009F2AAC">
                      <w:pPr>
                        <w:ind w:firstLine="720"/>
                        <w:rPr>
                          <w:rFonts w:ascii="Calibri" w:hAnsi="Calibri" w:cs="Calibri"/>
                          <w:sz w:val="16"/>
                        </w:rPr>
                      </w:pPr>
                    </w:p>
                    <w:p w:rsidR="009F2AAC" w:rsidRPr="009F2AAC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22"/>
                        </w:rPr>
                      </w:pPr>
                      <w:r>
                        <w:tab/>
                      </w:r>
                      <w:r w:rsidRPr="009F2AAC">
                        <w:rPr>
                          <w:rFonts w:ascii="Calibri" w:hAnsi="Calibri" w:cs="Calibri"/>
                          <w:b/>
                          <w:sz w:val="22"/>
                        </w:rPr>
                        <w:t>Keith Berry</w:t>
                      </w:r>
                    </w:p>
                    <w:p w:rsidR="009F2AAC" w:rsidRPr="009F2AAC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6A6A6"/>
                          <w:sz w:val="16"/>
                        </w:rPr>
                      </w:pPr>
                      <w:r w:rsidRPr="009F2AAC">
                        <w:rPr>
                          <w:rFonts w:ascii="Calibri" w:hAnsi="Calibri" w:cs="Calibri"/>
                        </w:rPr>
                        <w:tab/>
                      </w:r>
                      <w:r w:rsidR="002456CE">
                        <w:rPr>
                          <w:rFonts w:ascii="Calibri" w:hAnsi="Calibri" w:cs="Calibri"/>
                          <w:color w:val="A6A6A6"/>
                          <w:sz w:val="16"/>
                        </w:rPr>
                        <w:t>B Comm</w:t>
                      </w:r>
                      <w:r w:rsidRPr="009F2AAC">
                        <w:rPr>
                          <w:rFonts w:ascii="Calibri" w:hAnsi="Calibri" w:cs="Calibri"/>
                          <w:color w:val="A6A6A6"/>
                          <w:sz w:val="16"/>
                        </w:rPr>
                        <w:t xml:space="preserve"> MA PhD AIPA</w:t>
                      </w:r>
                    </w:p>
                    <w:p w:rsidR="009F2AAC" w:rsidRDefault="00E03732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6A6A6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color w:val="A6A6A6"/>
                          <w:sz w:val="16"/>
                        </w:rPr>
                        <w:tab/>
                        <w:t>Registered BAS agent</w:t>
                      </w:r>
                    </w:p>
                    <w:p w:rsidR="00E03732" w:rsidRPr="009F2AAC" w:rsidRDefault="00E03732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6A6A6"/>
                          <w:sz w:val="16"/>
                        </w:rPr>
                      </w:pPr>
                    </w:p>
                    <w:p w:rsidR="009F2AAC" w:rsidRPr="00852894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  <w:r w:rsidRPr="009F2AAC">
                        <w:rPr>
                          <w:rFonts w:ascii="Calibri" w:hAnsi="Calibri" w:cs="Calibri"/>
                          <w:color w:val="A6A6A6"/>
                          <w:sz w:val="16"/>
                        </w:rPr>
                        <w:tab/>
                      </w: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>33 Buena Vista Drive, Montmorency VIC 3094</w:t>
                      </w:r>
                    </w:p>
                    <w:p w:rsidR="009F2AAC" w:rsidRPr="00852894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ab/>
                      </w:r>
                      <w:r w:rsidRPr="00852894">
                        <w:rPr>
                          <w:rFonts w:ascii="Calibri" w:hAnsi="Calibri" w:cs="Calibri"/>
                          <w:b/>
                          <w:color w:val="auto"/>
                          <w:sz w:val="18"/>
                        </w:rPr>
                        <w:t>T</w:t>
                      </w: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 xml:space="preserve"> 03 9439 1584 </w:t>
                      </w:r>
                      <w:r w:rsidRPr="00852894">
                        <w:rPr>
                          <w:rFonts w:ascii="Calibri" w:hAnsi="Calibri" w:cs="Calibri"/>
                          <w:b/>
                          <w:color w:val="auto"/>
                          <w:sz w:val="18"/>
                        </w:rPr>
                        <w:t>M</w:t>
                      </w: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 xml:space="preserve"> 0400 898 227</w:t>
                      </w:r>
                    </w:p>
                    <w:p w:rsidR="009F2AAC" w:rsidRPr="00852894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ab/>
                      </w:r>
                      <w:hyperlink r:id="rId9" w:history="1">
                        <w:r w:rsidR="00801E54" w:rsidRPr="00801E54">
                          <w:rPr>
                            <w:rStyle w:val="Hyperlink"/>
                            <w:rFonts w:ascii="Calibri" w:hAnsi="Calibri" w:cs="Calibri"/>
                            <w:color w:val="auto"/>
                            <w:sz w:val="18"/>
                            <w:u w:val="none"/>
                          </w:rPr>
                          <w:t>keith@booksinshape.</w:t>
                        </w:r>
                        <w:bookmarkStart w:id="1" w:name="_GoBack"/>
                        <w:bookmarkEnd w:id="1"/>
                        <w:r w:rsidR="00801E54" w:rsidRPr="00801E54">
                          <w:rPr>
                            <w:rStyle w:val="Hyperlink"/>
                            <w:rFonts w:ascii="Calibri" w:hAnsi="Calibri" w:cs="Calibri"/>
                            <w:color w:val="auto"/>
                            <w:sz w:val="18"/>
                            <w:u w:val="none"/>
                          </w:rPr>
                          <w:t>com</w:t>
                        </w:r>
                      </w:hyperlink>
                    </w:p>
                    <w:p w:rsidR="009F2AAC" w:rsidRPr="00852894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ab/>
                      </w:r>
                      <w:hyperlink r:id="rId10" w:history="1">
                        <w:r w:rsidRPr="00852894">
                          <w:rPr>
                            <w:rStyle w:val="Hyperlink"/>
                            <w:rFonts w:ascii="Calibri" w:hAnsi="Calibri" w:cs="Calibri"/>
                            <w:color w:val="auto"/>
                            <w:sz w:val="18"/>
                            <w:u w:val="none"/>
                          </w:rPr>
                          <w:t>www.booksinshape.com</w:t>
                        </w:r>
                      </w:hyperlink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 xml:space="preserve"> </w:t>
                      </w:r>
                    </w:p>
                    <w:p w:rsidR="00E03732" w:rsidRPr="009F2AAC" w:rsidRDefault="00E03732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color w:val="auto"/>
                          <w:sz w:val="16"/>
                        </w:rPr>
                        <w:tab/>
                      </w:r>
                    </w:p>
                    <w:p w:rsidR="009F2AAC" w:rsidRPr="009F2AAC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6A6A6"/>
                          <w:sz w:val="18"/>
                        </w:rPr>
                      </w:pPr>
                      <w:r w:rsidRPr="009F2AAC">
                        <w:rPr>
                          <w:rFonts w:ascii="Calibri" w:hAnsi="Calibri" w:cs="Calibri"/>
                          <w:color w:val="A6A6A6"/>
                          <w:sz w:val="16"/>
                        </w:rPr>
                        <w:tab/>
                      </w:r>
                    </w:p>
                    <w:p w:rsidR="009F2AAC" w:rsidRPr="009F2AAC" w:rsidRDefault="009F2AAC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1887696</wp:posOffset>
            </wp:positionH>
            <wp:positionV relativeFrom="paragraph">
              <wp:posOffset>1797984</wp:posOffset>
            </wp:positionV>
            <wp:extent cx="1359164" cy="261996"/>
            <wp:effectExtent l="0" t="0" r="0" b="5080"/>
            <wp:wrapNone/>
            <wp:docPr id="156" name="Picture 156" descr="C:\Users\Keith Berry\Documents\Books In Shape\IP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 156" descr="C:\Users\Keith Berry\Documents\Books In Shape\IPA logo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164" cy="26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2231393</wp:posOffset>
            </wp:positionH>
            <wp:positionV relativeFrom="paragraph">
              <wp:posOffset>801605</wp:posOffset>
            </wp:positionV>
            <wp:extent cx="1042807" cy="535901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12446" r="6287" b="11322"/>
                    <a:stretch/>
                  </pic:blipFill>
                  <pic:spPr bwMode="auto">
                    <a:xfrm>
                      <a:off x="0" y="0"/>
                      <a:ext cx="1042807" cy="535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inline distT="0" distB="0" distL="0" distR="0" wp14:anchorId="590D742F">
            <wp:extent cx="324612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0F05" w:rsidRDefault="00770F05" w:rsidP="00A53D31"/>
    <w:p w:rsidR="00770F05" w:rsidRDefault="00770F05" w:rsidP="00A53D31"/>
    <w:p w:rsidR="00770F05" w:rsidRDefault="00770F05" w:rsidP="00A53D31"/>
    <w:p w:rsidR="00770F05" w:rsidRPr="00A53D31" w:rsidRDefault="00770F05" w:rsidP="00A53D31"/>
    <w:sectPr w:rsidR="00770F05" w:rsidRPr="00A53D31" w:rsidSect="008A225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AC"/>
    <w:rsid w:val="00031AD1"/>
    <w:rsid w:val="001E242D"/>
    <w:rsid w:val="002456CE"/>
    <w:rsid w:val="00287DDE"/>
    <w:rsid w:val="00395E74"/>
    <w:rsid w:val="00617378"/>
    <w:rsid w:val="00693F7A"/>
    <w:rsid w:val="00770F05"/>
    <w:rsid w:val="00801E54"/>
    <w:rsid w:val="00852894"/>
    <w:rsid w:val="00865B2D"/>
    <w:rsid w:val="008A2257"/>
    <w:rsid w:val="009F2AAC"/>
    <w:rsid w:val="009F4D6E"/>
    <w:rsid w:val="00A34A21"/>
    <w:rsid w:val="00A53D31"/>
    <w:rsid w:val="00AC06BF"/>
    <w:rsid w:val="00AD386E"/>
    <w:rsid w:val="00B9775F"/>
    <w:rsid w:val="00CD682D"/>
    <w:rsid w:val="00D14DC9"/>
    <w:rsid w:val="00D50D62"/>
    <w:rsid w:val="00E03732"/>
    <w:rsid w:val="00E65C60"/>
    <w:rsid w:val="00F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54"/>
    <w:rPr>
      <w:color w:val="000000"/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2AAC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Hyperlink">
    <w:name w:val="Hyperlink"/>
    <w:rsid w:val="009F2A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54"/>
    <w:rPr>
      <w:color w:val="000000"/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2AAC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Hyperlink">
    <w:name w:val="Hyperlink"/>
    <w:rsid w:val="009F2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://www.booksinshape.com" TargetMode="External"/><Relationship Id="rId12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eith@booksinshape.com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booksinshap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ith@booksinshape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%20Berry\AppData\Roaming\Microsoft\Templates\Financial%20services%20business%20car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Financial services business cards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StockLayouts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Berry</dc:creator>
  <cp:lastModifiedBy>Keith Berry</cp:lastModifiedBy>
  <cp:revision>2</cp:revision>
  <cp:lastPrinted>2014-01-08T04:31:00Z</cp:lastPrinted>
  <dcterms:created xsi:type="dcterms:W3CDTF">2014-01-08T07:26:00Z</dcterms:created>
  <dcterms:modified xsi:type="dcterms:W3CDTF">2014-01-08T07:26:00Z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TC100908441033</vt:lpwstr>
  </property>
</Properties>
</file>